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243816" w14:textId="6733ED8F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607C">
        <w:rPr>
          <w:rFonts w:ascii="Corbel" w:hAnsi="Corbel"/>
          <w:i/>
          <w:smallCaps/>
          <w:sz w:val="24"/>
          <w:szCs w:val="24"/>
        </w:rPr>
        <w:t>20</w:t>
      </w:r>
      <w:r w:rsidR="008100D9">
        <w:rPr>
          <w:rFonts w:ascii="Corbel" w:hAnsi="Corbel"/>
          <w:i/>
          <w:smallCaps/>
          <w:sz w:val="24"/>
          <w:szCs w:val="24"/>
        </w:rPr>
        <w:t>19</w:t>
      </w:r>
      <w:r w:rsidR="009D607C">
        <w:rPr>
          <w:rFonts w:ascii="Corbel" w:hAnsi="Corbel"/>
          <w:i/>
          <w:smallCaps/>
          <w:sz w:val="24"/>
          <w:szCs w:val="24"/>
        </w:rPr>
        <w:t>-202</w:t>
      </w:r>
      <w:r w:rsidR="008100D9">
        <w:rPr>
          <w:rFonts w:ascii="Corbel" w:hAnsi="Corbel"/>
          <w:i/>
          <w:smallCaps/>
          <w:sz w:val="24"/>
          <w:szCs w:val="24"/>
        </w:rPr>
        <w:t>2</w:t>
      </w:r>
    </w:p>
    <w:p w14:paraId="42D65B55" w14:textId="5BF122B2" w:rsidR="00137C61" w:rsidRDefault="00137C61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8100D9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8100D9">
        <w:rPr>
          <w:rFonts w:ascii="Corbel" w:hAnsi="Corbel"/>
          <w:sz w:val="20"/>
          <w:szCs w:val="20"/>
        </w:rPr>
        <w:t>2</w:t>
      </w:r>
    </w:p>
    <w:p w14:paraId="672A6659" w14:textId="77777777" w:rsidR="009F2BD2" w:rsidRPr="002345B8" w:rsidRDefault="009F2BD2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2A40D02A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28FAEBB" w14:textId="77777777" w:rsidR="0085747A" w:rsidRPr="00CB4816" w:rsidRDefault="00CB4816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81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B481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B4816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7A6D0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6400749A" w:rsidR="00C31C76" w:rsidRPr="009C54AE" w:rsidRDefault="00916A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C31C76" w:rsidRPr="009C54AE" w:rsidRDefault="00D1172B" w:rsidP="00326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640C4BBC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33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6F49700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F5C6AF3" w:rsidR="00015B8F" w:rsidRPr="009C54AE" w:rsidRDefault="00F53D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64734367" w14:textId="4B07190F" w:rsidR="0085747A" w:rsidRPr="009C54A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D1172B"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D1172B" w:rsidRPr="007A6D08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61F38664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DEC5602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7B719EDF" w14:textId="77777777" w:rsidTr="004465A4">
        <w:tc>
          <w:tcPr>
            <w:tcW w:w="1560" w:type="dxa"/>
          </w:tcPr>
          <w:p w14:paraId="4FCA5964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BB8B948" w14:textId="77777777" w:rsidR="00E70B36" w:rsidRDefault="00E70B36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BB374" w14:textId="77777777" w:rsidR="00681A29" w:rsidRPr="00681A29" w:rsidRDefault="00681A29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1B2C9BA5" w14:textId="77777777" w:rsidTr="004465A4">
        <w:tc>
          <w:tcPr>
            <w:tcW w:w="1560" w:type="dxa"/>
          </w:tcPr>
          <w:p w14:paraId="56A76B19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5E6EAEE4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A4E307F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1229AF3" w14:textId="77777777" w:rsidR="00681A29" w:rsidRPr="00F50DAC" w:rsidRDefault="00F50DAC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2B95A5C3" w14:textId="77777777" w:rsidTr="004465A4">
        <w:tc>
          <w:tcPr>
            <w:tcW w:w="1560" w:type="dxa"/>
          </w:tcPr>
          <w:p w14:paraId="4196080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495AD7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7A7597C4" w14:textId="77777777" w:rsidTr="004465A4">
        <w:tc>
          <w:tcPr>
            <w:tcW w:w="1560" w:type="dxa"/>
          </w:tcPr>
          <w:p w14:paraId="78C3198C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1A5D6DC2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1F557C71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DDBDB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631A50">
        <w:rPr>
          <w:rFonts w:ascii="Corbel" w:hAnsi="Corbel"/>
          <w:b w:val="0"/>
          <w:smallCaps w:val="0"/>
          <w:szCs w:val="24"/>
        </w:rPr>
        <w:t>brak wykładu</w:t>
      </w: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3A2F6FD" w14:textId="77777777" w:rsidTr="00F53D79">
        <w:tc>
          <w:tcPr>
            <w:tcW w:w="182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D79" w:rsidRPr="009C54AE" w14:paraId="2E97EC9B" w14:textId="77777777" w:rsidTr="00F53D79">
        <w:tc>
          <w:tcPr>
            <w:tcW w:w="1822" w:type="dxa"/>
          </w:tcPr>
          <w:p w14:paraId="78D42BD0" w14:textId="77777777" w:rsidR="00F53D79" w:rsidRPr="009C54AE" w:rsidRDefault="00F53D79" w:rsidP="00F53D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2" w:colLast="2"/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2DB2B853" w14:textId="77777777" w:rsidR="00F53D79" w:rsidRPr="006A44EB" w:rsidRDefault="00F53D79" w:rsidP="00F53D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F626B56" w14:textId="1D8A39AD" w:rsidR="00F53D79" w:rsidRPr="00F53D79" w:rsidRDefault="00F53D79" w:rsidP="00F53D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D7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53D79" w:rsidRPr="009C54AE" w14:paraId="0309C1F5" w14:textId="77777777" w:rsidTr="00F53D79">
        <w:tc>
          <w:tcPr>
            <w:tcW w:w="1822" w:type="dxa"/>
          </w:tcPr>
          <w:p w14:paraId="5776F80B" w14:textId="77777777" w:rsidR="00F53D79" w:rsidRPr="009C54AE" w:rsidRDefault="00F53D79" w:rsidP="00F53D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3D82C8A3" w14:textId="77777777" w:rsidR="00F53D79" w:rsidRPr="006A44EB" w:rsidRDefault="00F53D79" w:rsidP="00F53D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04C64560" w14:textId="78AE009F" w:rsidR="00F53D79" w:rsidRPr="00F53D79" w:rsidRDefault="00F53D79" w:rsidP="00F53D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D7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53D79" w:rsidRPr="009C54AE" w14:paraId="05855FA5" w14:textId="77777777" w:rsidTr="00F53D79">
        <w:tc>
          <w:tcPr>
            <w:tcW w:w="1822" w:type="dxa"/>
          </w:tcPr>
          <w:p w14:paraId="3369B203" w14:textId="77777777" w:rsidR="00F53D79" w:rsidRPr="009C54AE" w:rsidRDefault="00F53D79" w:rsidP="00F53D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11084F8C" w14:textId="77777777" w:rsidR="00F53D79" w:rsidRPr="006A44EB" w:rsidRDefault="00F53D79" w:rsidP="00F53D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3CA83C4" w14:textId="267111D2" w:rsidR="00F53D79" w:rsidRPr="00F53D79" w:rsidRDefault="00F53D79" w:rsidP="00F53D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D7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53D79" w:rsidRPr="009C54AE" w14:paraId="01226CAC" w14:textId="77777777" w:rsidTr="00F53D79">
        <w:tc>
          <w:tcPr>
            <w:tcW w:w="1822" w:type="dxa"/>
          </w:tcPr>
          <w:p w14:paraId="5FB3DD36" w14:textId="77777777" w:rsidR="00F53D79" w:rsidRPr="009C54AE" w:rsidRDefault="00F53D79" w:rsidP="00F53D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6B806229" w14:textId="77777777" w:rsidR="00F53D79" w:rsidRPr="006A44EB" w:rsidRDefault="00F53D79" w:rsidP="00F53D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69BAA590" w14:textId="626C2C09" w:rsidR="00F53D79" w:rsidRPr="00F53D79" w:rsidRDefault="00F53D79" w:rsidP="00F53D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3D7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4153B" w14:textId="77777777" w:rsidTr="2647B276">
        <w:tc>
          <w:tcPr>
            <w:tcW w:w="9670" w:type="dxa"/>
          </w:tcPr>
          <w:p w14:paraId="44D1357F" w14:textId="4040D0D6" w:rsidR="0085747A" w:rsidRPr="00FE1386" w:rsidRDefault="42EB03D9" w:rsidP="2647B276">
            <w:pPr>
              <w:spacing w:after="0" w:line="240" w:lineRule="auto"/>
            </w:pPr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A0C1EFC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DED4AF3" w14:textId="6F2D8D2B" w:rsidR="00B07B3E" w:rsidRPr="009C54AE" w:rsidRDefault="00916A1F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1C880589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BFDD700" w14:textId="77AD6729" w:rsidR="00331122" w:rsidRPr="00521803" w:rsidRDefault="00916A1F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9F2BD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F2BD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E6C35D" w14:textId="77777777" w:rsidTr="2647B276">
        <w:trPr>
          <w:trHeight w:val="397"/>
        </w:trPr>
        <w:tc>
          <w:tcPr>
            <w:tcW w:w="5000" w:type="pct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233AFA" w14:textId="39BECE67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dla biznesu / red. nauk. Celina M. Olszak. - Katowice: Wydawnictwo Uniwersytetu Ekonomicznego, 2014.</w:t>
            </w:r>
          </w:p>
          <w:p w14:paraId="727245E6" w14:textId="2E2ACEF1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2647B276">
              <w:rPr>
                <w:rFonts w:ascii="Corbel" w:eastAsia="Corbel" w:hAnsi="Corbel" w:cs="Corbel"/>
              </w:rPr>
              <w:t>cop</w:t>
            </w:r>
            <w:proofErr w:type="spellEnd"/>
            <w:r w:rsidRPr="2647B276">
              <w:rPr>
                <w:rFonts w:ascii="Corbel" w:eastAsia="Corbel" w:hAnsi="Corbel" w:cs="Corbel"/>
              </w:rPr>
              <w:t>. 2008.</w:t>
            </w:r>
          </w:p>
        </w:tc>
      </w:tr>
      <w:tr w:rsidR="0085747A" w:rsidRPr="009C54AE" w14:paraId="5B60B74E" w14:textId="77777777" w:rsidTr="2647B276">
        <w:trPr>
          <w:trHeight w:val="397"/>
        </w:trPr>
        <w:tc>
          <w:tcPr>
            <w:tcW w:w="5000" w:type="pct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FCE04DE" w14:textId="32C6E3A1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Rachunkowość od podstaw: zbiór rozwiązań / Danuta Małkowska. - Wyd. 9.  - Gdańsk : Ośrodek Doradztwa i Doskonalenia Kadr, 2012.</w:t>
            </w:r>
          </w:p>
          <w:p w14:paraId="03A6F509" w14:textId="50718E1E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Podstawy rachunkowości: od teorii do praktyki / Piotr Szczypa (red.). - Wydanie IV.  - Warszawa: </w:t>
            </w:r>
            <w:proofErr w:type="spellStart"/>
            <w:r w:rsidRPr="2647B276">
              <w:rPr>
                <w:rFonts w:ascii="Corbel" w:eastAsia="Corbel" w:hAnsi="Corbel" w:cs="Corbel"/>
              </w:rPr>
              <w:t>CeDeWu</w:t>
            </w:r>
            <w:proofErr w:type="spellEnd"/>
            <w:r w:rsidRPr="2647B276">
              <w:rPr>
                <w:rFonts w:ascii="Corbel" w:eastAsia="Corbel" w:hAnsi="Corbel" w:cs="Corbel"/>
              </w:rPr>
              <w:t>, 2020.</w:t>
            </w:r>
          </w:p>
          <w:p w14:paraId="4BAF4AEF" w14:textId="7B108E78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2647B276">
              <w:rPr>
                <w:rFonts w:ascii="Corbel" w:eastAsia="Corbel" w:hAnsi="Corbel" w:cs="Corbel"/>
              </w:rPr>
              <w:t>Nawrot</w:t>
            </w:r>
            <w:proofErr w:type="spellEnd"/>
            <w:r w:rsidRPr="2647B276">
              <w:rPr>
                <w:rFonts w:ascii="Corbel" w:eastAsia="Corbel" w:hAnsi="Corbel" w:cs="Corbel"/>
              </w:rPr>
              <w:t>. - Poznań: Wydawnictwo Wyższej Szkoły Bankowej, 2013.</w:t>
            </w:r>
          </w:p>
          <w:p w14:paraId="5B5A22B4" w14:textId="00ACBACC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86FA5" w14:textId="77777777" w:rsidR="006561EA" w:rsidRDefault="006561EA" w:rsidP="00C16ABF">
      <w:pPr>
        <w:spacing w:after="0" w:line="240" w:lineRule="auto"/>
      </w:pPr>
      <w:r>
        <w:separator/>
      </w:r>
    </w:p>
  </w:endnote>
  <w:endnote w:type="continuationSeparator" w:id="0">
    <w:p w14:paraId="2B11CC52" w14:textId="77777777" w:rsidR="006561EA" w:rsidRDefault="006561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EF869" w14:textId="77777777" w:rsidR="006561EA" w:rsidRDefault="006561EA" w:rsidP="00C16ABF">
      <w:pPr>
        <w:spacing w:after="0" w:line="240" w:lineRule="auto"/>
      </w:pPr>
      <w:r>
        <w:separator/>
      </w:r>
    </w:p>
  </w:footnote>
  <w:footnote w:type="continuationSeparator" w:id="0">
    <w:p w14:paraId="4EE84E08" w14:textId="77777777" w:rsidR="006561EA" w:rsidRDefault="006561EA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661E0"/>
    <w:multiLevelType w:val="hybridMultilevel"/>
    <w:tmpl w:val="21FC4138"/>
    <w:lvl w:ilvl="0" w:tplc="5A42EEEE">
      <w:start w:val="1"/>
      <w:numFmt w:val="decimal"/>
      <w:lvlText w:val="%1."/>
      <w:lvlJc w:val="left"/>
      <w:pPr>
        <w:ind w:left="720" w:hanging="360"/>
      </w:pPr>
    </w:lvl>
    <w:lvl w:ilvl="1" w:tplc="D6922714">
      <w:start w:val="1"/>
      <w:numFmt w:val="lowerLetter"/>
      <w:lvlText w:val="%2."/>
      <w:lvlJc w:val="left"/>
      <w:pPr>
        <w:ind w:left="1440" w:hanging="360"/>
      </w:pPr>
    </w:lvl>
    <w:lvl w:ilvl="2" w:tplc="AA2853CA">
      <w:start w:val="1"/>
      <w:numFmt w:val="lowerRoman"/>
      <w:lvlText w:val="%3."/>
      <w:lvlJc w:val="right"/>
      <w:pPr>
        <w:ind w:left="2160" w:hanging="180"/>
      </w:pPr>
    </w:lvl>
    <w:lvl w:ilvl="3" w:tplc="C82E3F38">
      <w:start w:val="1"/>
      <w:numFmt w:val="decimal"/>
      <w:lvlText w:val="%4."/>
      <w:lvlJc w:val="left"/>
      <w:pPr>
        <w:ind w:left="2880" w:hanging="360"/>
      </w:pPr>
    </w:lvl>
    <w:lvl w:ilvl="4" w:tplc="AE4C2720">
      <w:start w:val="1"/>
      <w:numFmt w:val="lowerLetter"/>
      <w:lvlText w:val="%5."/>
      <w:lvlJc w:val="left"/>
      <w:pPr>
        <w:ind w:left="3600" w:hanging="360"/>
      </w:pPr>
    </w:lvl>
    <w:lvl w:ilvl="5" w:tplc="52E8FB68">
      <w:start w:val="1"/>
      <w:numFmt w:val="lowerRoman"/>
      <w:lvlText w:val="%6."/>
      <w:lvlJc w:val="right"/>
      <w:pPr>
        <w:ind w:left="4320" w:hanging="180"/>
      </w:pPr>
    </w:lvl>
    <w:lvl w:ilvl="6" w:tplc="7C36C49E">
      <w:start w:val="1"/>
      <w:numFmt w:val="decimal"/>
      <w:lvlText w:val="%7."/>
      <w:lvlJc w:val="left"/>
      <w:pPr>
        <w:ind w:left="5040" w:hanging="360"/>
      </w:pPr>
    </w:lvl>
    <w:lvl w:ilvl="7" w:tplc="6A800942">
      <w:start w:val="1"/>
      <w:numFmt w:val="lowerLetter"/>
      <w:lvlText w:val="%8."/>
      <w:lvlJc w:val="left"/>
      <w:pPr>
        <w:ind w:left="5760" w:hanging="360"/>
      </w:pPr>
    </w:lvl>
    <w:lvl w:ilvl="8" w:tplc="AA8EBE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B65"/>
    <w:multiLevelType w:val="hybridMultilevel"/>
    <w:tmpl w:val="585AE708"/>
    <w:lvl w:ilvl="0" w:tplc="AFAABFAC">
      <w:start w:val="1"/>
      <w:numFmt w:val="decimal"/>
      <w:lvlText w:val="%1."/>
      <w:lvlJc w:val="left"/>
      <w:pPr>
        <w:ind w:left="720" w:hanging="360"/>
      </w:pPr>
    </w:lvl>
    <w:lvl w:ilvl="1" w:tplc="D6C4C10C">
      <w:start w:val="1"/>
      <w:numFmt w:val="lowerLetter"/>
      <w:lvlText w:val="%2."/>
      <w:lvlJc w:val="left"/>
      <w:pPr>
        <w:ind w:left="1440" w:hanging="360"/>
      </w:pPr>
    </w:lvl>
    <w:lvl w:ilvl="2" w:tplc="A2AE8B44">
      <w:start w:val="1"/>
      <w:numFmt w:val="lowerRoman"/>
      <w:lvlText w:val="%3."/>
      <w:lvlJc w:val="right"/>
      <w:pPr>
        <w:ind w:left="2160" w:hanging="180"/>
      </w:pPr>
    </w:lvl>
    <w:lvl w:ilvl="3" w:tplc="1C0C3BCE">
      <w:start w:val="1"/>
      <w:numFmt w:val="decimal"/>
      <w:lvlText w:val="%4."/>
      <w:lvlJc w:val="left"/>
      <w:pPr>
        <w:ind w:left="2880" w:hanging="360"/>
      </w:pPr>
    </w:lvl>
    <w:lvl w:ilvl="4" w:tplc="BBB8035C">
      <w:start w:val="1"/>
      <w:numFmt w:val="lowerLetter"/>
      <w:lvlText w:val="%5."/>
      <w:lvlJc w:val="left"/>
      <w:pPr>
        <w:ind w:left="3600" w:hanging="360"/>
      </w:pPr>
    </w:lvl>
    <w:lvl w:ilvl="5" w:tplc="1B1C78A0">
      <w:start w:val="1"/>
      <w:numFmt w:val="lowerRoman"/>
      <w:lvlText w:val="%6."/>
      <w:lvlJc w:val="right"/>
      <w:pPr>
        <w:ind w:left="4320" w:hanging="180"/>
      </w:pPr>
    </w:lvl>
    <w:lvl w:ilvl="6" w:tplc="ED509C24">
      <w:start w:val="1"/>
      <w:numFmt w:val="decimal"/>
      <w:lvlText w:val="%7."/>
      <w:lvlJc w:val="left"/>
      <w:pPr>
        <w:ind w:left="5040" w:hanging="360"/>
      </w:pPr>
    </w:lvl>
    <w:lvl w:ilvl="7" w:tplc="B1BABEE6">
      <w:start w:val="1"/>
      <w:numFmt w:val="lowerLetter"/>
      <w:lvlText w:val="%8."/>
      <w:lvlJc w:val="left"/>
      <w:pPr>
        <w:ind w:left="5760" w:hanging="360"/>
      </w:pPr>
    </w:lvl>
    <w:lvl w:ilvl="8" w:tplc="F9C493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023B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696A"/>
    <w:rsid w:val="005D6E36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561EA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D08"/>
    <w:rsid w:val="007A6E6E"/>
    <w:rsid w:val="007C3299"/>
    <w:rsid w:val="007C3BCC"/>
    <w:rsid w:val="007D6E56"/>
    <w:rsid w:val="007E27C3"/>
    <w:rsid w:val="007E798D"/>
    <w:rsid w:val="007E7FFB"/>
    <w:rsid w:val="007F4155"/>
    <w:rsid w:val="008100D9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65DFD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16A1F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50E1D"/>
    <w:rsid w:val="00F53D79"/>
    <w:rsid w:val="00F617C3"/>
    <w:rsid w:val="00F63966"/>
    <w:rsid w:val="00F7066B"/>
    <w:rsid w:val="00F7504C"/>
    <w:rsid w:val="00FA357C"/>
    <w:rsid w:val="00FB5D5E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07724D4D"/>
    <w:rsid w:val="24ABE215"/>
    <w:rsid w:val="2647B276"/>
    <w:rsid w:val="42EB03D9"/>
    <w:rsid w:val="5C26EEB6"/>
    <w:rsid w:val="66C4B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D7BA3-B997-4CB0-8075-12F094605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DC1C74-2C43-4186-A52D-E32D89139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950</Words>
  <Characters>5706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138</cp:revision>
  <cp:lastPrinted>2017-04-27T18:28:00Z</cp:lastPrinted>
  <dcterms:created xsi:type="dcterms:W3CDTF">2020-12-12T12:23:00Z</dcterms:created>
  <dcterms:modified xsi:type="dcterms:W3CDTF">2021-11-02T08:18:00Z</dcterms:modified>
</cp:coreProperties>
</file>